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D686D" w14:textId="77777777" w:rsidR="00107D4D" w:rsidRPr="00641A32" w:rsidRDefault="00107D4D" w:rsidP="00641A32">
      <w:pPr>
        <w:rPr>
          <w:rFonts w:asciiTheme="minorHAnsi" w:hAnsiTheme="minorHAnsi" w:cstheme="minorHAnsi"/>
          <w:sz w:val="22"/>
          <w:lang w:val="ro-RO"/>
        </w:rPr>
      </w:pPr>
    </w:p>
    <w:p w14:paraId="531C0BD1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75FE322E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33D80613" w14:textId="5A7EF830" w:rsidR="00E96F4F" w:rsidRPr="00F9606F" w:rsidRDefault="00F9606F" w:rsidP="00F9606F">
      <w:pPr>
        <w:jc w:val="right"/>
        <w:rPr>
          <w:rFonts w:asciiTheme="minorHAnsi" w:hAnsiTheme="minorHAnsi" w:cstheme="minorHAnsi"/>
          <w:sz w:val="22"/>
          <w:szCs w:val="24"/>
          <w:lang w:val="fr-FR"/>
        </w:rPr>
      </w:pPr>
      <w:r w:rsidRPr="00F9606F">
        <w:rPr>
          <w:rFonts w:asciiTheme="minorHAnsi" w:hAnsiTheme="minorHAnsi" w:cstheme="minorHAnsi"/>
          <w:sz w:val="22"/>
          <w:szCs w:val="24"/>
          <w:lang w:val="fr-FR"/>
        </w:rPr>
        <w:t>Anexa-</w:t>
      </w:r>
      <w:r w:rsidR="00EF0317">
        <w:rPr>
          <w:rFonts w:asciiTheme="minorHAnsi" w:hAnsiTheme="minorHAnsi" w:cstheme="minorHAnsi"/>
          <w:sz w:val="22"/>
          <w:szCs w:val="24"/>
          <w:lang w:val="fr-FR"/>
        </w:rPr>
        <w:t>7</w:t>
      </w:r>
    </w:p>
    <w:p w14:paraId="5103C823" w14:textId="4957C6F0" w:rsidR="00E96F4F" w:rsidRDefault="00E96F4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4777D069" w14:textId="77777777" w:rsidR="00F9606F" w:rsidRPr="00641A32" w:rsidRDefault="00F9606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11CB6F16" w14:textId="2B3C91E8" w:rsidR="001C0DF1" w:rsidRDefault="00CB6713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7E024CC7" w14:textId="022C8D2F" w:rsidR="003A381A" w:rsidRDefault="001C0DF1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bookmarkStart w:id="0" w:name="_Hlk49274049"/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etapei</w:t>
      </w:r>
      <w:proofErr w:type="spellEnd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verificare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Conformit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Administrative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și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Eligibilit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(CAE)</w:t>
      </w:r>
      <w:bookmarkEnd w:id="0"/>
    </w:p>
    <w:p w14:paraId="6EFB1B57" w14:textId="77777777" w:rsidR="00B86109" w:rsidRDefault="00B86109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D964580" w14:textId="6E2DD2C1" w:rsidR="003A381A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B86109" w:rsidRPr="003A381A" w14:paraId="00032D98" w14:textId="77777777" w:rsidTr="00B86109">
        <w:tc>
          <w:tcPr>
            <w:tcW w:w="485" w:type="dxa"/>
            <w:tcBorders>
              <w:bottom w:val="single" w:sz="4" w:space="0" w:color="auto"/>
            </w:tcBorders>
          </w:tcPr>
          <w:p w14:paraId="68F53489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7B97E46" wp14:editId="222E432F">
                  <wp:extent cx="112395" cy="112395"/>
                  <wp:effectExtent l="0" t="0" r="1905" b="1905"/>
                  <wp:docPr id="6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1ED61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2ABBD37F" w14:textId="4DB647F8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02AD6BE8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521162AB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D03EEF" w14:paraId="0D3B9A3C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F8C0D1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3D4305F" wp14:editId="5E50A598">
                  <wp:extent cx="112395" cy="112395"/>
                  <wp:effectExtent l="0" t="0" r="1905" b="1905"/>
                  <wp:docPr id="7" name="Picture 7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609C5E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3B15D31F" w14:textId="64F3CD5B" w:rsidR="003A381A" w:rsidRPr="003A381A" w:rsidRDefault="003A381A" w:rsidP="00010BF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F5110E5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740209B7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B86109" w14:paraId="34192F33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7674D6" w14:textId="77777777" w:rsidR="00B86109" w:rsidRPr="00532313" w:rsidRDefault="00B86109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53494BD" wp14:editId="0D3AEF01">
                  <wp:extent cx="112395" cy="112395"/>
                  <wp:effectExtent l="0" t="0" r="1905" b="1905"/>
                  <wp:docPr id="10" name="Picture 10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F6CEC24" w14:textId="1BC1AA0C" w:rsidR="00B86109" w:rsidRPr="00532313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50082394" w14:textId="781A1B35" w:rsidR="00B86109" w:rsidRPr="00B86109" w:rsidRDefault="00B86109" w:rsidP="00010BF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6349C19A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1F950CCF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B86109" w:rsidRPr="00532313" w14:paraId="3DA491B2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298A0E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EDA670" wp14:editId="7616F7F1">
                  <wp:extent cx="112395" cy="112395"/>
                  <wp:effectExtent l="0" t="0" r="1905" b="1905"/>
                  <wp:docPr id="8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4608A3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A430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F158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04AB8E9" w14:textId="1A308094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54174A51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6D76255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A32CFE9" wp14:editId="3A5F051F">
                  <wp:extent cx="112395" cy="112395"/>
                  <wp:effectExtent l="0" t="0" r="1905" b="1905"/>
                  <wp:docPr id="20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88365F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EC0CE7" w14:textId="22763A62" w:rsidR="003A381A" w:rsidRPr="003A381A" w:rsidRDefault="003A381A" w:rsidP="00010BF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7AEA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B4AB2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B86109" w:rsidRPr="00532313" w14:paraId="7E244B81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C8ADA0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5DACE6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62E18E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317EC9B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80E0D62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377DFF57" w14:textId="77777777" w:rsidTr="00B86109">
        <w:tc>
          <w:tcPr>
            <w:tcW w:w="1970" w:type="dxa"/>
            <w:gridSpan w:val="3"/>
          </w:tcPr>
          <w:p w14:paraId="51718B13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0BF13172" w14:textId="77777777" w:rsidR="003A381A" w:rsidRPr="00532313" w:rsidRDefault="003A381A" w:rsidP="00CB6713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3F02983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6196397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5B28638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3D9D2800" w14:textId="0F52265C" w:rsidR="00107D4D" w:rsidRPr="00641A32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51146AD4" w14:textId="3952E01A" w:rsidR="00107D4D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3B6C1E29" w14:textId="3DCDE722" w:rsidR="00EF0317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1F28CDD5" w14:textId="77777777" w:rsidR="00EF0317" w:rsidRPr="00641A32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28958F3F" w14:textId="77777777" w:rsidR="00107D4D" w:rsidRPr="00641A32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0CA53869" w14:textId="5BD026B5" w:rsidR="00107D4D" w:rsidRDefault="00E96F4F" w:rsidP="00641A32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</w:t>
      </w:r>
      <w:r w:rsidR="00107D4D" w:rsidRPr="00641A32">
        <w:rPr>
          <w:rFonts w:asciiTheme="minorHAnsi" w:hAnsiTheme="minorHAnsi" w:cstheme="minorHAnsi"/>
          <w:b/>
          <w:bCs/>
          <w:lang w:val="ro-RO"/>
        </w:rPr>
        <w:t>,</w:t>
      </w:r>
    </w:p>
    <w:p w14:paraId="5B69CBA4" w14:textId="3AC0FD2E" w:rsidR="00CB6713" w:rsidRDefault="006A5414" w:rsidP="00641A32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2D6DDF16" w14:textId="77777777" w:rsidR="00B86109" w:rsidRPr="00641A32" w:rsidRDefault="00B86109" w:rsidP="00641A32">
      <w:pPr>
        <w:rPr>
          <w:rFonts w:asciiTheme="minorHAnsi" w:hAnsiTheme="minorHAnsi" w:cstheme="minorHAnsi"/>
          <w:b/>
          <w:bCs/>
          <w:lang w:val="ro-RO"/>
        </w:rPr>
      </w:pPr>
    </w:p>
    <w:p w14:paraId="3971C36D" w14:textId="7D4685AB" w:rsidR="00107D4D" w:rsidRDefault="00107D4D" w:rsidP="00641A32">
      <w:pPr>
        <w:jc w:val="both"/>
        <w:rPr>
          <w:rFonts w:asciiTheme="minorHAnsi" w:hAnsiTheme="minorHAnsi" w:cstheme="minorHAnsi"/>
          <w:lang w:val="ro-RO"/>
        </w:rPr>
      </w:pPr>
    </w:p>
    <w:p w14:paraId="1582F380" w14:textId="5BC42B13" w:rsidR="00EF0317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0FB54CE0" w14:textId="77777777" w:rsidR="00EF0317" w:rsidRPr="00641A32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5C62F7AD" w14:textId="7BA796EE" w:rsidR="00107D4D" w:rsidRPr="00641A32" w:rsidRDefault="00E96F4F" w:rsidP="00934C5D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</w:t>
      </w:r>
      <w:bookmarkStart w:id="1" w:name="_Hlk48741827"/>
      <w:r w:rsidR="00641A32" w:rsidRPr="00641A32">
        <w:rPr>
          <w:rFonts w:asciiTheme="minorHAnsi" w:hAnsiTheme="minorHAnsi" w:cstheme="minorHAnsi"/>
          <w:lang w:val="ro-RO"/>
        </w:rPr>
        <w:t>„...</w:t>
      </w:r>
      <w:bookmarkEnd w:id="1"/>
      <w:r w:rsidRPr="00641A32">
        <w:rPr>
          <w:rFonts w:asciiTheme="minorHAnsi" w:hAnsiTheme="minorHAnsi" w:cstheme="minorHAnsi"/>
          <w:lang w:val="ro-RO"/>
        </w:rPr>
        <w:t xml:space="preserve">”, depusă în scopul obținerii finanțării pentru </w:t>
      </w:r>
      <w:r w:rsidR="00641A32" w:rsidRPr="00641A32">
        <w:rPr>
          <w:rFonts w:asciiTheme="minorHAnsi" w:hAnsiTheme="minorHAnsi" w:cstheme="minorHAnsi"/>
          <w:lang w:val="ro-RO"/>
        </w:rPr>
        <w:t>elaborarea</w:t>
      </w:r>
      <w:r w:rsidRPr="00641A32">
        <w:rPr>
          <w:rFonts w:asciiTheme="minorHAnsi" w:hAnsiTheme="minorHAnsi" w:cstheme="minorHAnsi"/>
          <w:lang w:val="ro-RO"/>
        </w:rPr>
        <w:t xml:space="preserve"> documentației tehnico-economice</w:t>
      </w:r>
      <w:r w:rsidR="00641A32" w:rsidRPr="00641A32">
        <w:rPr>
          <w:rFonts w:asciiTheme="minorHAnsi" w:hAnsiTheme="minorHAnsi" w:cstheme="minorHAnsi"/>
          <w:lang w:val="ro-RO"/>
        </w:rPr>
        <w:t>,</w:t>
      </w:r>
      <w:r w:rsidRPr="00641A32">
        <w:rPr>
          <w:rFonts w:asciiTheme="minorHAnsi" w:hAnsiTheme="minorHAnsi" w:cstheme="minorHAnsi"/>
          <w:lang w:val="ro-RO"/>
        </w:rPr>
        <w:t xml:space="preserve"> în condițiile OUG nr.</w:t>
      </w:r>
      <w:r w:rsidR="00641A32" w:rsidRPr="00641A32">
        <w:rPr>
          <w:rFonts w:asciiTheme="minorHAnsi" w:hAnsiTheme="minorHAnsi" w:cstheme="minorHAnsi"/>
          <w:lang w:val="ro-RO"/>
        </w:rPr>
        <w:t xml:space="preserve"> </w:t>
      </w:r>
      <w:r w:rsidRPr="00641A32">
        <w:rPr>
          <w:rFonts w:asciiTheme="minorHAnsi" w:hAnsiTheme="minorHAnsi" w:cstheme="minorHAnsi"/>
          <w:lang w:val="ro-RO"/>
        </w:rPr>
        <w:t xml:space="preserve">88/ 2020, </w:t>
      </w:r>
      <w:r w:rsidR="004335FD" w:rsidRPr="00641A32">
        <w:rPr>
          <w:rFonts w:asciiTheme="minorHAnsi" w:hAnsiTheme="minorHAnsi" w:cstheme="minorHAnsi"/>
          <w:lang w:val="ro-RO"/>
        </w:rPr>
        <w:t xml:space="preserve">aceasta a fost declarată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>CONFORMĂ</w:t>
      </w:r>
      <w:r w:rsidR="00D03EEF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 xml:space="preserve"> ADMINISTRATIV ȘI ELIGIBILĂ</w:t>
      </w:r>
      <w:r w:rsidR="00D03EEF">
        <w:rPr>
          <w:rFonts w:asciiTheme="minorHAnsi" w:hAnsiTheme="minorHAnsi" w:cstheme="minorHAnsi"/>
          <w:lang w:val="ro-RO"/>
        </w:rPr>
        <w:t xml:space="preserve">, obținând </w:t>
      </w:r>
      <w:r w:rsidR="00D03EEF" w:rsidRPr="00D03EEF">
        <w:rPr>
          <w:rFonts w:asciiTheme="minorHAnsi" w:hAnsiTheme="minorHAnsi" w:cstheme="minorHAnsi"/>
          <w:lang w:val="ro-RO"/>
        </w:rPr>
        <w:t xml:space="preserve">„DA” la toate criteriile din </w:t>
      </w:r>
      <w:r w:rsidR="006F3661">
        <w:rPr>
          <w:rFonts w:asciiTheme="minorHAnsi" w:hAnsiTheme="minorHAnsi" w:cstheme="minorHAnsi"/>
          <w:lang w:val="ro-RO"/>
        </w:rPr>
        <w:t>„G</w:t>
      </w:r>
      <w:r w:rsidR="00D03EEF" w:rsidRPr="00D03EEF">
        <w:rPr>
          <w:rFonts w:asciiTheme="minorHAnsi" w:hAnsiTheme="minorHAnsi" w:cstheme="minorHAnsi"/>
          <w:lang w:val="ro-RO"/>
        </w:rPr>
        <w:t>rilă</w:t>
      </w:r>
      <w:r w:rsidR="006F3661">
        <w:rPr>
          <w:rFonts w:asciiTheme="minorHAnsi" w:hAnsiTheme="minorHAnsi" w:cstheme="minorHAnsi"/>
          <w:lang w:val="ro-RO"/>
        </w:rPr>
        <w:t xml:space="preserve"> verificare Conformitate Administrativă și Eligibilitate fișă proiect” (Anexa-</w:t>
      </w:r>
      <w:r w:rsidR="00215C99">
        <w:rPr>
          <w:rFonts w:asciiTheme="minorHAnsi" w:hAnsiTheme="minorHAnsi" w:cstheme="minorHAnsi"/>
          <w:lang w:val="ro-RO"/>
        </w:rPr>
        <w:t>6</w:t>
      </w:r>
      <w:r w:rsidR="006F3661">
        <w:rPr>
          <w:rFonts w:asciiTheme="minorHAnsi" w:hAnsiTheme="minorHAnsi" w:cstheme="minorHAnsi"/>
          <w:lang w:val="ro-RO"/>
        </w:rPr>
        <w:t xml:space="preserve"> la </w:t>
      </w:r>
      <w:r w:rsidR="006F3661" w:rsidRPr="006F3661">
        <w:rPr>
          <w:rFonts w:asciiTheme="minorHAnsi" w:hAnsiTheme="minorHAnsi" w:cstheme="minorHAnsi"/>
          <w:lang w:val="ro-RO"/>
        </w:rPr>
        <w:t>Metodologia de Selec</w:t>
      </w:r>
      <w:r w:rsidR="006F3661">
        <w:rPr>
          <w:rFonts w:asciiTheme="minorHAnsi" w:hAnsiTheme="minorHAnsi" w:cstheme="minorHAnsi"/>
          <w:lang w:val="ro-RO"/>
        </w:rPr>
        <w:t>ți</w:t>
      </w:r>
      <w:r w:rsidR="006F3661" w:rsidRPr="006F3661">
        <w:rPr>
          <w:rFonts w:asciiTheme="minorHAnsi" w:hAnsiTheme="minorHAnsi" w:cstheme="minorHAnsi"/>
          <w:lang w:val="ro-RO"/>
        </w:rPr>
        <w:t>e a fi</w:t>
      </w:r>
      <w:r w:rsidR="006F3661">
        <w:rPr>
          <w:rFonts w:asciiTheme="minorHAnsi" w:hAnsiTheme="minorHAnsi" w:cstheme="minorHAnsi"/>
          <w:lang w:val="ro-RO"/>
        </w:rPr>
        <w:t>ș</w:t>
      </w:r>
      <w:r w:rsidR="006F3661" w:rsidRPr="006F3661">
        <w:rPr>
          <w:rFonts w:asciiTheme="minorHAnsi" w:hAnsiTheme="minorHAnsi" w:cstheme="minorHAnsi"/>
          <w:lang w:val="ro-RO"/>
        </w:rPr>
        <w:t>elor de proiect</w:t>
      </w:r>
      <w:r w:rsidR="00934C5D">
        <w:rPr>
          <w:rFonts w:asciiTheme="minorHAnsi" w:hAnsiTheme="minorHAnsi" w:cstheme="minorHAnsi"/>
          <w:lang w:val="ro-RO"/>
        </w:rPr>
        <w:t xml:space="preserve"> </w:t>
      </w:r>
      <w:r w:rsidR="00934C5D" w:rsidRPr="00934C5D">
        <w:rPr>
          <w:rFonts w:asciiTheme="minorHAnsi" w:hAnsiTheme="minorHAnsi" w:cstheme="minorHAnsi"/>
          <w:lang w:val="ro-RO"/>
        </w:rPr>
        <w:t>de</w:t>
      </w:r>
      <w:r w:rsidR="00934C5D">
        <w:rPr>
          <w:rFonts w:asciiTheme="minorHAnsi" w:hAnsiTheme="minorHAnsi" w:cstheme="minorHAnsi"/>
          <w:lang w:val="ro-RO"/>
        </w:rPr>
        <w:t>p</w:t>
      </w:r>
      <w:r w:rsidR="00934C5D" w:rsidRPr="00934C5D">
        <w:rPr>
          <w:rFonts w:asciiTheme="minorHAnsi" w:hAnsiTheme="minorHAnsi" w:cstheme="minorHAnsi"/>
          <w:lang w:val="ro-RO"/>
        </w:rPr>
        <w:t>use pentru preg</w:t>
      </w:r>
      <w:r w:rsidR="00934C5D">
        <w:rPr>
          <w:rFonts w:asciiTheme="minorHAnsi" w:hAnsiTheme="minorHAnsi" w:cstheme="minorHAnsi"/>
          <w:lang w:val="ro-RO"/>
        </w:rPr>
        <w:t>ă</w:t>
      </w:r>
      <w:r w:rsidR="00934C5D" w:rsidRPr="00934C5D">
        <w:rPr>
          <w:rFonts w:asciiTheme="minorHAnsi" w:hAnsiTheme="minorHAnsi" w:cstheme="minorHAnsi"/>
          <w:lang w:val="ro-RO"/>
        </w:rPr>
        <w:t>tirea de documenta</w:t>
      </w:r>
      <w:r w:rsidR="00934C5D">
        <w:rPr>
          <w:rFonts w:asciiTheme="minorHAnsi" w:hAnsiTheme="minorHAnsi" w:cstheme="minorHAnsi"/>
          <w:lang w:val="ro-RO"/>
        </w:rPr>
        <w:t>ț</w:t>
      </w:r>
      <w:r w:rsidR="00934C5D" w:rsidRPr="00934C5D">
        <w:rPr>
          <w:rFonts w:asciiTheme="minorHAnsi" w:hAnsiTheme="minorHAnsi" w:cstheme="minorHAnsi"/>
          <w:lang w:val="ro-RO"/>
        </w:rPr>
        <w:t>ii tehnico-economice</w:t>
      </w:r>
      <w:r w:rsidR="00934C5D">
        <w:rPr>
          <w:rFonts w:asciiTheme="minorHAnsi" w:hAnsiTheme="minorHAnsi" w:cstheme="minorHAnsi"/>
          <w:lang w:val="ro-RO"/>
        </w:rPr>
        <w:t xml:space="preserve">, </w:t>
      </w:r>
      <w:r w:rsidR="00934C5D" w:rsidRPr="00934C5D">
        <w:rPr>
          <w:rFonts w:asciiTheme="minorHAnsi" w:hAnsiTheme="minorHAnsi" w:cstheme="minorHAnsi"/>
          <w:lang w:val="ro-RO"/>
        </w:rPr>
        <w:t>ADR Sud Muntenia</w:t>
      </w:r>
      <w:r w:rsidR="00934C5D">
        <w:rPr>
          <w:rFonts w:asciiTheme="minorHAnsi" w:hAnsiTheme="minorHAnsi" w:cstheme="minorHAnsi"/>
          <w:lang w:val="ro-RO"/>
        </w:rPr>
        <w:t>).</w:t>
      </w:r>
    </w:p>
    <w:p w14:paraId="1C81CC1E" w14:textId="77777777" w:rsidR="00D03EEF" w:rsidRDefault="00D03EEF" w:rsidP="00641A32">
      <w:pPr>
        <w:jc w:val="both"/>
        <w:rPr>
          <w:rFonts w:asciiTheme="minorHAnsi" w:hAnsiTheme="minorHAnsi" w:cstheme="minorHAnsi"/>
          <w:lang w:val="ro-RO"/>
        </w:rPr>
      </w:pPr>
    </w:p>
    <w:p w14:paraId="3731AE20" w14:textId="28D10DA8" w:rsidR="00004448" w:rsidRPr="00641A32" w:rsidRDefault="00004448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De asemenea, ținând cont de faptul că sumele solicitate din POAT pentru elaborarea documentațiilor tehnico-economice pot depăși  alocare</w:t>
      </w:r>
      <w:r w:rsidR="00215C99">
        <w:rPr>
          <w:rFonts w:asciiTheme="minorHAnsi" w:hAnsiTheme="minorHAnsi" w:cstheme="minorHAnsi"/>
          <w:szCs w:val="20"/>
        </w:rPr>
        <w:t>a regională</w:t>
      </w:r>
      <w:r w:rsidRPr="00641A32">
        <w:rPr>
          <w:rFonts w:asciiTheme="minorHAnsi" w:hAnsiTheme="minorHAnsi" w:cstheme="minorHAnsi"/>
          <w:szCs w:val="20"/>
        </w:rPr>
        <w:t>, acolo unde este cazul, vă rugăm să aveți în vedere angajarea acestor diferențe din bugetul propriu al solicitantului până la identificarea eventualelor economii.</w:t>
      </w:r>
    </w:p>
    <w:p w14:paraId="07F1CAC2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49EF7D1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AAC6DF3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1FC32BD" w14:textId="0195CB7F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23337AB1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8F69FB6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7859C090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263D3E0A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 adj. Dezvoltare și Comunicare</w:t>
      </w:r>
    </w:p>
    <w:p w14:paraId="1681C480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51A565AC" w14:textId="77777777" w:rsidR="00641A32" w:rsidRDefault="00641A32" w:rsidP="00641A32">
      <w:pPr>
        <w:rPr>
          <w:rFonts w:asciiTheme="minorHAnsi" w:hAnsiTheme="minorHAnsi" w:cstheme="minorHAnsi"/>
          <w:lang w:val="ro-RO"/>
        </w:rPr>
      </w:pPr>
    </w:p>
    <w:p w14:paraId="7D922AE4" w14:textId="4C8A2641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6AEA78EE" w14:textId="77777777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72B692A4" w14:textId="139C998B" w:rsidR="00FB279E" w:rsidRDefault="00280B83" w:rsidP="00641A32">
      <w:p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..........................................</w:t>
      </w:r>
    </w:p>
    <w:p w14:paraId="14B39725" w14:textId="48BA31F8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A1BD488" w14:textId="08B52C4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970E648" w14:textId="6B3F1200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6DA26C87" w14:textId="0B2A71D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65E86F1" w14:textId="236BC81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8E7A345" w14:textId="70C3AA3F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1D672202" w14:textId="18906897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75F2EB6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598FC59F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7B9D45DE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5B8E3F12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etapei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verificare</w:t>
      </w:r>
      <w:proofErr w:type="spellEnd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Conformit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Administrative </w:t>
      </w:r>
      <w:proofErr w:type="spellStart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și</w:t>
      </w:r>
      <w:proofErr w:type="spellEnd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Eligibilit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(CAE)</w:t>
      </w:r>
    </w:p>
    <w:p w14:paraId="7B168541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2A030826" w14:textId="77777777" w:rsidR="00CA71BA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CA71BA" w:rsidRPr="003A381A" w14:paraId="475402B9" w14:textId="77777777" w:rsidTr="00134C62">
        <w:tc>
          <w:tcPr>
            <w:tcW w:w="485" w:type="dxa"/>
            <w:tcBorders>
              <w:bottom w:val="single" w:sz="4" w:space="0" w:color="auto"/>
            </w:tcBorders>
          </w:tcPr>
          <w:p w14:paraId="515C6542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1F2DD86" wp14:editId="1D293247">
                  <wp:extent cx="112395" cy="112395"/>
                  <wp:effectExtent l="0" t="0" r="1905" b="1905"/>
                  <wp:docPr id="2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0A56B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4517BF6B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B173EE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05D49490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D03EEF" w14:paraId="5B319891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7CF945B3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07A840A" wp14:editId="072860F5">
                  <wp:extent cx="112395" cy="112395"/>
                  <wp:effectExtent l="0" t="0" r="1905" b="1905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1F3E3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04735E04" w14:textId="77777777" w:rsidR="00CA71BA" w:rsidRPr="003A381A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58EA68F7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9AE5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B86109" w14:paraId="65331AB6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18B6DA87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331C4B01" wp14:editId="5F764173">
                  <wp:extent cx="112395" cy="112395"/>
                  <wp:effectExtent l="0" t="0" r="1905" b="1905"/>
                  <wp:docPr id="4" name="Picture 4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39EA3D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6A43EE11" w14:textId="77777777" w:rsidR="00CA71BA" w:rsidRPr="00B86109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B10F018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63D7B477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CA71BA" w:rsidRPr="00532313" w14:paraId="5B3964F6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74949E0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B9BBAE" wp14:editId="2E61F96C">
                  <wp:extent cx="112395" cy="112395"/>
                  <wp:effectExtent l="0" t="0" r="1905" b="1905"/>
                  <wp:docPr id="5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047F00D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509F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BCDE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E6E704" w14:textId="0A51B76E" w:rsidR="00CA71BA" w:rsidRPr="00532313" w:rsidRDefault="00CA71BA" w:rsidP="00CA71BA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2A7E6535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3E3096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FAA7DB2" wp14:editId="4AA51138">
                  <wp:extent cx="112395" cy="112395"/>
                  <wp:effectExtent l="0" t="0" r="1905" b="1905"/>
                  <wp:docPr id="9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7ECC50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4F8D1C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E556D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404176F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CA71BA" w:rsidRPr="00532313" w14:paraId="44DE62BC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4DFD7CE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0AE14F9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16740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7122DA4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11D875A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1E45C0F8" w14:textId="77777777" w:rsidTr="00134C62">
        <w:tc>
          <w:tcPr>
            <w:tcW w:w="1970" w:type="dxa"/>
            <w:gridSpan w:val="3"/>
          </w:tcPr>
          <w:p w14:paraId="227E946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6D0EE4B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6F682E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0ACD847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095F0B6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7508AD4D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68ED608D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759DEB8B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46622A0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Domn,</w:t>
      </w:r>
    </w:p>
    <w:p w14:paraId="3EF35C8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1931AF44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</w:p>
    <w:p w14:paraId="221D7FB9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3EFB1843" w14:textId="77777777" w:rsidR="00352759" w:rsidRDefault="00352759" w:rsidP="00352759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„...”, depusă în scopul obținerii finanțării pentru elaborarea documentației tehnico-economice, în condițiile OUG nr. 88/ 2020, aceasta a fost declarată </w:t>
      </w:r>
      <w:r>
        <w:rPr>
          <w:rFonts w:asciiTheme="minorHAnsi" w:hAnsiTheme="minorHAnsi" w:cstheme="minorHAnsi"/>
          <w:b/>
          <w:bCs/>
          <w:lang w:val="ro-RO"/>
        </w:rPr>
        <w:t xml:space="preserve">NECONFORMĂ </w:t>
      </w:r>
      <w:r w:rsidRPr="00641A32">
        <w:rPr>
          <w:rFonts w:asciiTheme="minorHAnsi" w:hAnsiTheme="minorHAnsi" w:cstheme="minorHAnsi"/>
          <w:b/>
          <w:bCs/>
          <w:lang w:val="ro-RO"/>
        </w:rPr>
        <w:t>ADMINISTRATIV</w:t>
      </w:r>
      <w:r>
        <w:rPr>
          <w:rFonts w:asciiTheme="minorHAnsi" w:hAnsiTheme="minorHAnsi" w:cstheme="minorHAnsi"/>
          <w:b/>
          <w:bCs/>
          <w:lang w:val="ro-RO"/>
        </w:rPr>
        <w:t>/</w:t>
      </w:r>
      <w:r w:rsidRPr="00D03EEF"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b/>
          <w:bCs/>
          <w:lang w:val="ro-RO"/>
        </w:rPr>
        <w:t>NE</w:t>
      </w:r>
      <w:r w:rsidRPr="00641A32">
        <w:rPr>
          <w:rFonts w:asciiTheme="minorHAnsi" w:hAnsiTheme="minorHAnsi" w:cstheme="minorHAnsi"/>
          <w:b/>
          <w:bCs/>
          <w:lang w:val="ro-RO"/>
        </w:rPr>
        <w:t>ELIGIBILĂ</w:t>
      </w:r>
      <w:r>
        <w:rPr>
          <w:rFonts w:asciiTheme="minorHAnsi" w:hAnsiTheme="minorHAnsi" w:cstheme="minorHAnsi"/>
          <w:b/>
          <w:bCs/>
          <w:lang w:val="ro-RO"/>
        </w:rPr>
        <w:t xml:space="preserve">, </w:t>
      </w:r>
      <w:r w:rsidRPr="00D03EEF">
        <w:rPr>
          <w:rFonts w:asciiTheme="minorHAnsi" w:hAnsiTheme="minorHAnsi" w:cstheme="minorHAnsi"/>
          <w:lang w:val="ro-RO"/>
        </w:rPr>
        <w:t>deoarece ac</w:t>
      </w:r>
      <w:r>
        <w:rPr>
          <w:rFonts w:asciiTheme="minorHAnsi" w:hAnsiTheme="minorHAnsi" w:cstheme="minorHAnsi"/>
          <w:lang w:val="ro-RO"/>
        </w:rPr>
        <w:t>e</w:t>
      </w:r>
      <w:r w:rsidRPr="00D03EEF">
        <w:rPr>
          <w:rFonts w:asciiTheme="minorHAnsi" w:hAnsiTheme="minorHAnsi" w:cstheme="minorHAnsi"/>
          <w:lang w:val="ro-RO"/>
        </w:rPr>
        <w:t>asta nu a</w:t>
      </w:r>
      <w:r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lang w:val="ro-RO"/>
        </w:rPr>
        <w:t xml:space="preserve">obținut </w:t>
      </w:r>
      <w:r w:rsidRPr="00D03EEF">
        <w:rPr>
          <w:rFonts w:asciiTheme="minorHAnsi" w:hAnsiTheme="minorHAnsi" w:cstheme="minorHAnsi"/>
          <w:lang w:val="ro-RO"/>
        </w:rPr>
        <w:t>„DA” la toate criteriile din grilă</w:t>
      </w:r>
      <w:r>
        <w:rPr>
          <w:rFonts w:asciiTheme="minorHAnsi" w:hAnsiTheme="minorHAnsi" w:cstheme="minorHAnsi"/>
          <w:lang w:val="ro-RO"/>
        </w:rPr>
        <w:t xml:space="preserve"> de verificare, astfel: .....</w:t>
      </w:r>
    </w:p>
    <w:p w14:paraId="41DEA0F9" w14:textId="77777777" w:rsidR="00352759" w:rsidRPr="00641A32" w:rsidRDefault="00352759" w:rsidP="00352759">
      <w:pPr>
        <w:jc w:val="both"/>
        <w:rPr>
          <w:rFonts w:asciiTheme="minorHAnsi" w:hAnsiTheme="minorHAnsi" w:cstheme="minorHAnsi"/>
          <w:lang w:val="ro-RO"/>
        </w:rPr>
      </w:pPr>
    </w:p>
    <w:p w14:paraId="64D79BFE" w14:textId="77777777" w:rsidR="00352759" w:rsidRPr="00641A32" w:rsidRDefault="00352759" w:rsidP="003527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3E88457A" w14:textId="3B10677F" w:rsidR="00352759" w:rsidRPr="00DB2F1B" w:rsidRDefault="00352759" w:rsidP="00352759">
      <w:pPr>
        <w:jc w:val="both"/>
        <w:rPr>
          <w:rFonts w:asciiTheme="minorHAnsi" w:hAnsiTheme="minorHAnsi" w:cstheme="minorHAnsi"/>
          <w:lang w:val="fr-FR"/>
        </w:rPr>
      </w:pPr>
      <w:proofErr w:type="spellStart"/>
      <w:r w:rsidRPr="00DB2F1B">
        <w:rPr>
          <w:rFonts w:asciiTheme="minorHAnsi" w:hAnsiTheme="minorHAnsi" w:cstheme="minorHAnsi"/>
          <w:lang w:val="fr-FR"/>
        </w:rPr>
        <w:t>Mențion</w:t>
      </w:r>
      <w:proofErr w:type="spellEnd"/>
      <w:r>
        <w:rPr>
          <w:rFonts w:asciiTheme="minorHAnsi" w:hAnsiTheme="minorHAnsi" w:cstheme="minorHAnsi"/>
          <w:lang w:val="ro-RO"/>
        </w:rPr>
        <w:t xml:space="preserve">ăm că aveți </w:t>
      </w:r>
      <w:proofErr w:type="spellStart"/>
      <w:r w:rsidRPr="00DB2F1B">
        <w:rPr>
          <w:rFonts w:asciiTheme="minorHAnsi" w:hAnsiTheme="minorHAnsi" w:cstheme="minorHAnsi"/>
          <w:lang w:val="fr-FR"/>
        </w:rPr>
        <w:t>posibilitatea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redepunerii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acestei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fișe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DB2F1B">
        <w:rPr>
          <w:rFonts w:asciiTheme="minorHAnsi" w:hAnsiTheme="minorHAnsi" w:cstheme="minorHAnsi"/>
          <w:lang w:val="fr-FR"/>
        </w:rPr>
        <w:t>proiect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revizuită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DB2F1B">
        <w:rPr>
          <w:rFonts w:asciiTheme="minorHAnsi" w:hAnsiTheme="minorHAnsi" w:cstheme="minorHAnsi"/>
          <w:lang w:val="fr-FR"/>
        </w:rPr>
        <w:t>în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termenul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afferent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acestui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apel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</w:t>
      </w:r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depunere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respectiv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="000E0353">
        <w:rPr>
          <w:rFonts w:asciiTheme="minorHAnsi" w:hAnsiTheme="minorHAnsi" w:cstheme="minorHAnsi"/>
          <w:lang w:val="fr-FR"/>
        </w:rPr>
        <w:t>………</w:t>
      </w:r>
      <w:r>
        <w:rPr>
          <w:rFonts w:asciiTheme="minorHAnsi" w:hAnsiTheme="minorHAnsi" w:cstheme="minorHAnsi"/>
          <w:lang w:val="fr-FR"/>
        </w:rPr>
        <w:t>.</w:t>
      </w:r>
    </w:p>
    <w:p w14:paraId="4CA13D87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60C2369D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5B60552" w14:textId="7B6D2CFB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66399C3" w14:textId="560E9BFD" w:rsidR="00EF0317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9832410" w14:textId="77777777" w:rsidR="00EF0317" w:rsidRPr="00641A32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2F6DDEE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53AC9D58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01D27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197DF450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0125CA2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2B7875D7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474D7B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 adj. Dezvoltare și Comunicare</w:t>
      </w:r>
    </w:p>
    <w:p w14:paraId="02848833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3169B537" w14:textId="77777777" w:rsidR="00CA71BA" w:rsidRDefault="00CA71BA" w:rsidP="00CA71BA">
      <w:pPr>
        <w:rPr>
          <w:rFonts w:asciiTheme="minorHAnsi" w:hAnsiTheme="minorHAnsi" w:cstheme="minorHAnsi"/>
          <w:lang w:val="ro-RO"/>
        </w:rPr>
      </w:pPr>
    </w:p>
    <w:p w14:paraId="3F59CAA9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2C09167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70935BB" w14:textId="4D11818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3A2A8FA" w14:textId="02395A9D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6D55D9B4" w14:textId="118DAFBA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039B3B2E" w14:textId="753A078F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4E40ED76" w14:textId="26D467BC" w:rsidR="00352759" w:rsidRDefault="000E0353" w:rsidP="00641A32">
      <w:p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.......................................................</w:t>
      </w:r>
    </w:p>
    <w:p w14:paraId="679F37DD" w14:textId="622F124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42DC3E99" w14:textId="165A5E82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3E85C6C" w14:textId="242E61BE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2688CF1" w14:textId="1FF3C80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sectPr w:rsidR="00352759" w:rsidSect="00641A32">
      <w:headerReference w:type="default" r:id="rId8"/>
      <w:footerReference w:type="even" r:id="rId9"/>
      <w:footerReference w:type="default" r:id="rId10"/>
      <w:pgSz w:w="11909" w:h="16834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3C01" w14:textId="77777777" w:rsidR="00DE1FD5" w:rsidRDefault="00DE1FD5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70EE320B" w14:textId="77777777" w:rsidR="00DE1FD5" w:rsidRDefault="00DE1FD5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5B57E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5DC07BA3" w14:textId="77777777" w:rsidR="00107D4D" w:rsidRDefault="00107D4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5EC90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72D14007" w14:textId="77777777" w:rsidR="00107D4D" w:rsidRDefault="00107D4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D4BBE" w14:textId="77777777" w:rsidR="00DE1FD5" w:rsidRDefault="00DE1FD5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7D291247" w14:textId="77777777" w:rsidR="00DE1FD5" w:rsidRDefault="00DE1FD5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25244" w14:textId="669D207C" w:rsidR="00E96F4F" w:rsidRDefault="00940E1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0AB4B55" wp14:editId="3D0792F2">
          <wp:simplePos x="0" y="0"/>
          <wp:positionH relativeFrom="page">
            <wp:posOffset>1914525</wp:posOffset>
          </wp:positionH>
          <wp:positionV relativeFrom="paragraph">
            <wp:posOffset>-264160</wp:posOffset>
          </wp:positionV>
          <wp:extent cx="3438525" cy="892175"/>
          <wp:effectExtent l="0" t="0" r="0" b="0"/>
          <wp:wrapSquare wrapText="bothSides"/>
          <wp:docPr id="1" name="Picture 2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955D5"/>
    <w:multiLevelType w:val="hybridMultilevel"/>
    <w:tmpl w:val="3126FDB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1"/>
  </w:num>
  <w:num w:numId="11">
    <w:abstractNumId w:val="20"/>
  </w:num>
  <w:num w:numId="12">
    <w:abstractNumId w:val="4"/>
  </w:num>
  <w:num w:numId="13">
    <w:abstractNumId w:val="18"/>
  </w:num>
  <w:num w:numId="14">
    <w:abstractNumId w:val="14"/>
  </w:num>
  <w:num w:numId="15">
    <w:abstractNumId w:val="7"/>
  </w:num>
  <w:num w:numId="16">
    <w:abstractNumId w:val="5"/>
  </w:num>
  <w:num w:numId="17">
    <w:abstractNumId w:val="11"/>
  </w:num>
  <w:num w:numId="18">
    <w:abstractNumId w:val="13"/>
  </w:num>
  <w:num w:numId="19">
    <w:abstractNumId w:val="12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48A"/>
    <w:rsid w:val="00004448"/>
    <w:rsid w:val="000259EC"/>
    <w:rsid w:val="0004005A"/>
    <w:rsid w:val="000A4C4E"/>
    <w:rsid w:val="000B5B56"/>
    <w:rsid w:val="000D44F1"/>
    <w:rsid w:val="000E0353"/>
    <w:rsid w:val="00107B2A"/>
    <w:rsid w:val="00107D4D"/>
    <w:rsid w:val="00152E3D"/>
    <w:rsid w:val="00175514"/>
    <w:rsid w:val="001B29B6"/>
    <w:rsid w:val="001C0DF1"/>
    <w:rsid w:val="00215C99"/>
    <w:rsid w:val="002740B2"/>
    <w:rsid w:val="00280B83"/>
    <w:rsid w:val="002C3F7B"/>
    <w:rsid w:val="002E5B0E"/>
    <w:rsid w:val="002F55BF"/>
    <w:rsid w:val="0031770C"/>
    <w:rsid w:val="003202B5"/>
    <w:rsid w:val="00352759"/>
    <w:rsid w:val="0036378F"/>
    <w:rsid w:val="00380000"/>
    <w:rsid w:val="003A2CDA"/>
    <w:rsid w:val="003A381A"/>
    <w:rsid w:val="003B5807"/>
    <w:rsid w:val="004335FD"/>
    <w:rsid w:val="00441EEE"/>
    <w:rsid w:val="00455D97"/>
    <w:rsid w:val="004B58AE"/>
    <w:rsid w:val="004E4261"/>
    <w:rsid w:val="006026B1"/>
    <w:rsid w:val="00630D25"/>
    <w:rsid w:val="00641A32"/>
    <w:rsid w:val="006555D7"/>
    <w:rsid w:val="006A5414"/>
    <w:rsid w:val="006F3661"/>
    <w:rsid w:val="00714196"/>
    <w:rsid w:val="0074155A"/>
    <w:rsid w:val="00766FD1"/>
    <w:rsid w:val="00772A84"/>
    <w:rsid w:val="007F3D9A"/>
    <w:rsid w:val="008177A3"/>
    <w:rsid w:val="0085053D"/>
    <w:rsid w:val="00873908"/>
    <w:rsid w:val="00934C5D"/>
    <w:rsid w:val="00940E11"/>
    <w:rsid w:val="00971A92"/>
    <w:rsid w:val="009F4715"/>
    <w:rsid w:val="00A30DF4"/>
    <w:rsid w:val="00A70FBE"/>
    <w:rsid w:val="00A7108B"/>
    <w:rsid w:val="00A945BB"/>
    <w:rsid w:val="00AC748A"/>
    <w:rsid w:val="00B86109"/>
    <w:rsid w:val="00BD65A7"/>
    <w:rsid w:val="00BE0007"/>
    <w:rsid w:val="00C23D9A"/>
    <w:rsid w:val="00CA71B7"/>
    <w:rsid w:val="00CA71BA"/>
    <w:rsid w:val="00CB6713"/>
    <w:rsid w:val="00CD731F"/>
    <w:rsid w:val="00D03EEF"/>
    <w:rsid w:val="00D10022"/>
    <w:rsid w:val="00DE1FD5"/>
    <w:rsid w:val="00E00A0B"/>
    <w:rsid w:val="00E35AF3"/>
    <w:rsid w:val="00E7409F"/>
    <w:rsid w:val="00E96F4F"/>
    <w:rsid w:val="00EF0317"/>
    <w:rsid w:val="00EF4F2A"/>
    <w:rsid w:val="00F17DE4"/>
    <w:rsid w:val="00F274F8"/>
    <w:rsid w:val="00F40920"/>
    <w:rsid w:val="00F9606F"/>
    <w:rsid w:val="00FA13FA"/>
    <w:rsid w:val="00FB279E"/>
    <w:rsid w:val="00FD35A2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8175C"/>
  <w15:chartTrackingRefBased/>
  <w15:docId w15:val="{CD6037ED-F48E-462C-B697-140A448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table" w:styleId="TableGrid">
    <w:name w:val="Table Grid"/>
    <w:basedOn w:val="TableNormal"/>
    <w:uiPriority w:val="59"/>
    <w:unhideWhenUsed/>
    <w:rsid w:val="00E96F4F"/>
    <w:pPr>
      <w:ind w:left="357" w:hanging="357"/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E96F4F"/>
    <w:pPr>
      <w:numPr>
        <w:numId w:val="2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2C3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2C3F7B"/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3A38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3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Cristina Radu</cp:lastModifiedBy>
  <cp:revision>4</cp:revision>
  <cp:lastPrinted>2007-06-26T08:21:00Z</cp:lastPrinted>
  <dcterms:created xsi:type="dcterms:W3CDTF">2020-09-28T09:21:00Z</dcterms:created>
  <dcterms:modified xsi:type="dcterms:W3CDTF">2020-09-30T12:01:00Z</dcterms:modified>
</cp:coreProperties>
</file>